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1B217C3-A32B-440F-A90E-830485B44714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